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AD" w:rsidRPr="00B665AA" w:rsidRDefault="009944AD" w:rsidP="001F10A3">
      <w:pPr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</w:p>
    <w:p w:rsidR="009944AD" w:rsidRPr="00B665AA" w:rsidRDefault="009944AD" w:rsidP="001A2A4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TÜRKİYE – LİTVANYA İŞ FORUMU</w:t>
      </w:r>
    </w:p>
    <w:p w:rsidR="009944AD" w:rsidRPr="00B665AA" w:rsidRDefault="009944AD" w:rsidP="001A2A4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9 ARALIK</w:t>
      </w:r>
      <w:r w:rsidRPr="00B665AA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2014</w:t>
      </w:r>
    </w:p>
    <w:p w:rsidR="009944AD" w:rsidRPr="00B665AA" w:rsidRDefault="009944AD" w:rsidP="001A2A4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Conrad Hotel, Istanbul</w:t>
      </w:r>
    </w:p>
    <w:p w:rsidR="009944AD" w:rsidRDefault="009944AD" w:rsidP="001A2A4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9944AD" w:rsidRDefault="009944AD" w:rsidP="001A2A4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9944AD" w:rsidRDefault="009944AD" w:rsidP="001A2A4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9944AD" w:rsidRPr="001F10A3" w:rsidRDefault="009944AD" w:rsidP="001A2A4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09:30 – 10:3</w:t>
      </w: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0 Kayıt </w:t>
      </w:r>
    </w:p>
    <w:p w:rsidR="009944AD" w:rsidRPr="001F10A3" w:rsidRDefault="009944AD" w:rsidP="001A2A4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9944AD" w:rsidRPr="001F10A3" w:rsidRDefault="009944AD" w:rsidP="004C721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10:30 – 11.0</w:t>
      </w: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0 Açılış Hitapları:  </w:t>
      </w:r>
    </w:p>
    <w:p w:rsidR="009944AD" w:rsidRPr="001F10A3" w:rsidRDefault="009944AD" w:rsidP="004C721B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944AD" w:rsidRPr="001F10A3" w:rsidRDefault="009944AD" w:rsidP="004C721B">
      <w:pPr>
        <w:pStyle w:val="ListParagraph"/>
        <w:numPr>
          <w:ilvl w:val="0"/>
          <w:numId w:val="5"/>
        </w:numPr>
        <w:jc w:val="both"/>
        <w:rPr>
          <w:rStyle w:val="st1"/>
          <w:rFonts w:ascii="Times New Roman" w:hAnsi="Times New Roman" w:cs="Times New Roman"/>
          <w:sz w:val="24"/>
          <w:szCs w:val="24"/>
          <w:lang w:val="en-GB"/>
        </w:rPr>
      </w:pPr>
      <w:r>
        <w:rPr>
          <w:rStyle w:val="Emphasis"/>
          <w:rFonts w:ascii="Times New Roman" w:hAnsi="Times New Roman" w:cs="Times New Roman"/>
          <w:b w:val="0"/>
          <w:bCs w:val="0"/>
          <w:sz w:val="24"/>
          <w:szCs w:val="24"/>
          <w:lang w:val="en-GB"/>
        </w:rPr>
        <w:t>Sayın Nail Olpak, DEİK Ba</w:t>
      </w:r>
      <w:r w:rsidRPr="001F10A3">
        <w:rPr>
          <w:rStyle w:val="Emphasis"/>
          <w:rFonts w:ascii="Times New Roman" w:hAnsi="Times New Roman" w:cs="Times New Roman"/>
          <w:b w:val="0"/>
          <w:bCs w:val="0"/>
          <w:sz w:val="24"/>
          <w:szCs w:val="24"/>
          <w:lang w:val="en-GB"/>
        </w:rPr>
        <w:t>ş</w:t>
      </w:r>
      <w:r>
        <w:rPr>
          <w:rStyle w:val="Emphasis"/>
          <w:rFonts w:ascii="Times New Roman" w:hAnsi="Times New Roman" w:cs="Times New Roman"/>
          <w:b w:val="0"/>
          <w:bCs w:val="0"/>
          <w:sz w:val="24"/>
          <w:szCs w:val="24"/>
          <w:lang w:val="en-GB"/>
        </w:rPr>
        <w:t>kan Yard./ MÜSİAD Başkanı</w:t>
      </w:r>
    </w:p>
    <w:p w:rsidR="009944AD" w:rsidRPr="001F10A3" w:rsidRDefault="009944AD" w:rsidP="004F7AF3">
      <w:pPr>
        <w:ind w:left="360"/>
        <w:jc w:val="both"/>
        <w:rPr>
          <w:rStyle w:val="st1"/>
          <w:rFonts w:ascii="Times New Roman" w:hAnsi="Times New Roman" w:cs="Times New Roman"/>
          <w:sz w:val="24"/>
          <w:szCs w:val="24"/>
          <w:lang w:val="en-GB"/>
        </w:rPr>
      </w:pPr>
    </w:p>
    <w:p w:rsidR="009944AD" w:rsidRPr="009C387E" w:rsidRDefault="009944AD" w:rsidP="003C6571">
      <w:pPr>
        <w:pStyle w:val="ListParagraph"/>
        <w:numPr>
          <w:ilvl w:val="0"/>
          <w:numId w:val="5"/>
        </w:numPr>
        <w:jc w:val="both"/>
        <w:rPr>
          <w:rStyle w:val="Emphasis"/>
          <w:rFonts w:ascii="Times New Roman" w:hAnsi="Times New Roman" w:cs="Times New Roman"/>
          <w:b w:val="0"/>
          <w:bCs w:val="0"/>
          <w:sz w:val="24"/>
          <w:szCs w:val="24"/>
          <w:lang w:val="en-GB"/>
        </w:rPr>
      </w:pPr>
      <w:r w:rsidRPr="001F10A3">
        <w:rPr>
          <w:rStyle w:val="Emphasis"/>
          <w:rFonts w:ascii="Times New Roman" w:hAnsi="Times New Roman" w:cs="Times New Roman"/>
          <w:b w:val="0"/>
          <w:bCs w:val="0"/>
          <w:sz w:val="24"/>
          <w:szCs w:val="24"/>
          <w:lang w:val="en-GB"/>
        </w:rPr>
        <w:t>Sayın Rimantas Šidlauskas, Litvanya Ticaret, Sanayi ve Esnaf Odaları Birliği Direktörü</w:t>
      </w:r>
    </w:p>
    <w:p w:rsidR="009944AD" w:rsidRPr="009C387E" w:rsidRDefault="009944AD" w:rsidP="009C387E">
      <w:pPr>
        <w:pStyle w:val="ListParagraph"/>
        <w:rPr>
          <w:rStyle w:val="st1"/>
          <w:rFonts w:ascii="Times New Roman" w:hAnsi="Times New Roman" w:cs="Times New Roman"/>
          <w:sz w:val="24"/>
          <w:szCs w:val="24"/>
          <w:lang w:val="en-GB"/>
        </w:rPr>
      </w:pPr>
    </w:p>
    <w:p w:rsidR="009944AD" w:rsidRPr="001F10A3" w:rsidRDefault="009944AD" w:rsidP="009C387E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F10A3">
        <w:rPr>
          <w:rFonts w:ascii="Times New Roman" w:hAnsi="Times New Roman" w:cs="Times New Roman"/>
          <w:sz w:val="24"/>
          <w:szCs w:val="24"/>
          <w:lang w:val="en-GB"/>
        </w:rPr>
        <w:t>Sayın  Evaldas Gustas, Litvanya Cumhuriyeti Ekonomi Bakanı</w:t>
      </w:r>
    </w:p>
    <w:p w:rsidR="009944AD" w:rsidRPr="009C387E" w:rsidRDefault="009944AD" w:rsidP="009C387E">
      <w:pPr>
        <w:pStyle w:val="ListParagraph"/>
        <w:jc w:val="both"/>
        <w:rPr>
          <w:rStyle w:val="st1"/>
          <w:rFonts w:ascii="Times New Roman" w:hAnsi="Times New Roman" w:cs="Times New Roman"/>
          <w:sz w:val="24"/>
          <w:szCs w:val="24"/>
          <w:lang w:val="en-GB"/>
        </w:rPr>
      </w:pPr>
    </w:p>
    <w:p w:rsidR="009944AD" w:rsidRPr="009C387E" w:rsidRDefault="009944AD" w:rsidP="009C387E">
      <w:pPr>
        <w:pStyle w:val="ListParagraph"/>
        <w:numPr>
          <w:ilvl w:val="0"/>
          <w:numId w:val="5"/>
        </w:numPr>
        <w:jc w:val="both"/>
        <w:rPr>
          <w:rStyle w:val="st1"/>
          <w:rFonts w:ascii="Times New Roman" w:hAnsi="Times New Roman" w:cs="Times New Roman"/>
          <w:sz w:val="24"/>
          <w:szCs w:val="24"/>
          <w:lang w:val="en-GB"/>
        </w:rPr>
      </w:pPr>
      <w:r w:rsidRPr="001F10A3">
        <w:rPr>
          <w:rStyle w:val="st1"/>
          <w:rFonts w:ascii="Times New Roman" w:hAnsi="Times New Roman" w:cs="Times New Roman"/>
          <w:sz w:val="24"/>
          <w:szCs w:val="24"/>
          <w:lang w:val="en-GB"/>
        </w:rPr>
        <w:t xml:space="preserve">Sayın Nihat Zeybekçi, Türkiye Cumhuriyeti Ekonomi Bakanı </w:t>
      </w:r>
      <w:r>
        <w:rPr>
          <w:rStyle w:val="st1"/>
          <w:rFonts w:ascii="Times New Roman" w:hAnsi="Times New Roman" w:cs="Times New Roman"/>
          <w:sz w:val="24"/>
          <w:szCs w:val="24"/>
          <w:lang w:val="en-GB"/>
        </w:rPr>
        <w:t>(teyit beklenmektedir)</w:t>
      </w:r>
      <w:bookmarkStart w:id="0" w:name="_GoBack"/>
      <w:bookmarkEnd w:id="0"/>
    </w:p>
    <w:p w:rsidR="009944AD" w:rsidRPr="001F10A3" w:rsidRDefault="009944AD" w:rsidP="004F7AF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944AD" w:rsidRPr="001F10A3" w:rsidRDefault="009944AD" w:rsidP="004C721B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F10A3">
        <w:rPr>
          <w:rFonts w:ascii="Times New Roman" w:hAnsi="Times New Roman" w:cs="Times New Roman"/>
          <w:sz w:val="24"/>
          <w:szCs w:val="24"/>
          <w:lang w:val="en-GB"/>
        </w:rPr>
        <w:t>Sayın Dalia Grybauskaitė,  Litvanya Cumhuriyeti Cumhurbaşkanı</w:t>
      </w:r>
    </w:p>
    <w:p w:rsidR="009944AD" w:rsidRPr="001F10A3" w:rsidRDefault="009944AD" w:rsidP="004C721B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944AD" w:rsidRPr="001F10A3" w:rsidRDefault="009944AD" w:rsidP="004C721B">
      <w:pPr>
        <w:ind w:left="6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– 12:3</w:t>
      </w: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>0 Yatırım ve Sektör Sunumları</w:t>
      </w:r>
    </w:p>
    <w:p w:rsidR="009944AD" w:rsidRPr="001F10A3" w:rsidRDefault="009944AD" w:rsidP="004C721B">
      <w:pPr>
        <w:ind w:left="6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944AD" w:rsidRPr="001F10A3" w:rsidRDefault="009944AD" w:rsidP="00F1302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>Litvanya’da İş Yapma ve İş Ortamı</w:t>
      </w:r>
    </w:p>
    <w:p w:rsidR="009944AD" w:rsidRPr="001F10A3" w:rsidRDefault="009944AD" w:rsidP="00F1302D">
      <w:pPr>
        <w:pStyle w:val="ListParagraph"/>
        <w:ind w:left="78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9944AD" w:rsidRPr="001F10A3" w:rsidRDefault="009944AD" w:rsidP="00F1302D">
      <w:pPr>
        <w:pStyle w:val="ListParagraph"/>
        <w:ind w:left="780"/>
        <w:jc w:val="both"/>
        <w:rPr>
          <w:rStyle w:val="st1"/>
          <w:rFonts w:ascii="Times New Roman" w:hAnsi="Times New Roman" w:cs="Times New Roman"/>
          <w:sz w:val="24"/>
          <w:szCs w:val="24"/>
          <w:lang w:val="en-GB"/>
        </w:rPr>
      </w:pPr>
      <w:r w:rsidRPr="001F10A3">
        <w:rPr>
          <w:rFonts w:ascii="Times New Roman" w:hAnsi="Times New Roman" w:cs="Times New Roman"/>
          <w:sz w:val="24"/>
          <w:szCs w:val="24"/>
          <w:lang w:val="en-GB"/>
        </w:rPr>
        <w:t>Sayın Dovydas Varkulevičius, Girişimcilik Departmanı Müdürü, Enterprise Lithuania</w:t>
      </w:r>
    </w:p>
    <w:p w:rsidR="009944AD" w:rsidRPr="001F10A3" w:rsidRDefault="009944AD" w:rsidP="003C657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944AD" w:rsidRPr="001F10A3" w:rsidRDefault="009944AD" w:rsidP="00F1302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>Litvanya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’nı Türkiye İçin Sunduğu Lojistik Hizmetler</w:t>
      </w: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</w:p>
    <w:p w:rsidR="009944AD" w:rsidRPr="001F10A3" w:rsidRDefault="009944AD" w:rsidP="003C6571">
      <w:pPr>
        <w:pStyle w:val="ListParagraph"/>
        <w:ind w:left="78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9944AD" w:rsidRPr="001F10A3" w:rsidRDefault="009944AD" w:rsidP="00F1302D">
      <w:pPr>
        <w:pStyle w:val="ListParagraph"/>
        <w:ind w:left="780"/>
        <w:jc w:val="both"/>
        <w:rPr>
          <w:rStyle w:val="st1"/>
          <w:rFonts w:ascii="Times New Roman" w:hAnsi="Times New Roman" w:cs="Times New Roman"/>
          <w:sz w:val="24"/>
          <w:szCs w:val="24"/>
          <w:lang w:val="en-GB"/>
        </w:rPr>
      </w:pPr>
      <w:r w:rsidRPr="001F10A3">
        <w:rPr>
          <w:rStyle w:val="st1"/>
          <w:rFonts w:ascii="Times New Roman" w:hAnsi="Times New Roman" w:cs="Times New Roman"/>
          <w:sz w:val="24"/>
          <w:szCs w:val="24"/>
          <w:lang w:val="en-GB"/>
        </w:rPr>
        <w:t>Sayın Albertas Šimėnas, Genel Müdür Yardımcısı, JSC Lithuanian Railways</w:t>
      </w:r>
    </w:p>
    <w:p w:rsidR="009944AD" w:rsidRPr="001F10A3" w:rsidRDefault="009944AD" w:rsidP="00F1302D">
      <w:pPr>
        <w:jc w:val="both"/>
        <w:rPr>
          <w:rStyle w:val="st1"/>
          <w:rFonts w:ascii="Times New Roman" w:hAnsi="Times New Roman" w:cs="Times New Roman"/>
          <w:sz w:val="24"/>
          <w:szCs w:val="24"/>
          <w:lang w:val="en-GB"/>
        </w:rPr>
      </w:pPr>
    </w:p>
    <w:p w:rsidR="009944AD" w:rsidRPr="001F10A3" w:rsidRDefault="009944AD" w:rsidP="00F1302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>Litvanya’da İleri Teknoloji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Sanayileri (Bilgi ve iletişim teknolojileri, Biyoteknoloji, Doğa Bilimleri)</w:t>
      </w:r>
    </w:p>
    <w:p w:rsidR="009944AD" w:rsidRPr="001F10A3" w:rsidRDefault="009944AD" w:rsidP="00F1302D">
      <w:pPr>
        <w:pStyle w:val="ListParagraph"/>
        <w:ind w:left="78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F10A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9944AD" w:rsidRPr="001F10A3" w:rsidRDefault="009944AD" w:rsidP="00E304CE">
      <w:pPr>
        <w:pStyle w:val="ListParagraph"/>
        <w:ind w:left="78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F10A3">
        <w:rPr>
          <w:rFonts w:ascii="Times New Roman" w:hAnsi="Times New Roman" w:cs="Times New Roman"/>
          <w:sz w:val="24"/>
          <w:szCs w:val="24"/>
          <w:lang w:val="en-GB"/>
        </w:rPr>
        <w:t>Lazer Endüstrisi:  Sayın Tadas Lipinskas, Genel Müdür, JSC “Altechna”</w:t>
      </w:r>
    </w:p>
    <w:p w:rsidR="009944AD" w:rsidRPr="001F10A3" w:rsidRDefault="009944AD" w:rsidP="00E304CE">
      <w:pPr>
        <w:pStyle w:val="ListParagraph"/>
        <w:ind w:left="78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944AD" w:rsidRPr="001F10A3" w:rsidRDefault="009944AD" w:rsidP="00E304CE">
      <w:pPr>
        <w:pStyle w:val="ListParagraph"/>
        <w:ind w:left="68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F10A3">
        <w:rPr>
          <w:rFonts w:ascii="Times New Roman" w:hAnsi="Times New Roman" w:cs="Times New Roman"/>
          <w:sz w:val="24"/>
          <w:szCs w:val="24"/>
          <w:lang w:val="en-GB"/>
        </w:rPr>
        <w:t xml:space="preserve"> Doğa Bilimleri Endüstrisi: Prof. </w:t>
      </w:r>
      <w:r w:rsidRPr="001F10A3">
        <w:rPr>
          <w:rStyle w:val="st1"/>
          <w:rFonts w:ascii="Times New Roman" w:hAnsi="Times New Roman" w:cs="Times New Roman"/>
          <w:sz w:val="24"/>
          <w:szCs w:val="24"/>
          <w:lang w:val="en-GB"/>
        </w:rPr>
        <w:t xml:space="preserve">Vladas Bumelis, </w:t>
      </w:r>
      <w:r w:rsidRPr="001F10A3">
        <w:rPr>
          <w:rStyle w:val="Emphasis"/>
          <w:rFonts w:ascii="Times New Roman" w:hAnsi="Times New Roman" w:cs="Times New Roman"/>
          <w:b w:val="0"/>
          <w:bCs w:val="0"/>
          <w:sz w:val="24"/>
          <w:szCs w:val="24"/>
          <w:lang w:val="en-GB"/>
        </w:rPr>
        <w:t>Yönetim Kurulu Başkanı, JSC “Biotechpharma”</w:t>
      </w:r>
    </w:p>
    <w:p w:rsidR="009944AD" w:rsidRPr="001F10A3" w:rsidRDefault="009944AD" w:rsidP="004F7AF3">
      <w:pPr>
        <w:pStyle w:val="ListParagraph"/>
        <w:ind w:left="78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944AD" w:rsidRPr="001F10A3" w:rsidRDefault="009944AD" w:rsidP="004C721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Türkiye’de İş ve Yatırım Ortamı </w:t>
      </w:r>
    </w:p>
    <w:p w:rsidR="009944AD" w:rsidRPr="001F10A3" w:rsidRDefault="009944AD" w:rsidP="0087705B">
      <w:pPr>
        <w:pStyle w:val="ListParagraph"/>
        <w:ind w:left="78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9944AD" w:rsidRPr="001F10A3" w:rsidRDefault="009944AD" w:rsidP="0087705B">
      <w:pPr>
        <w:pStyle w:val="ListParagraph"/>
        <w:ind w:left="78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T.C.</w:t>
      </w:r>
      <w:r w:rsidRPr="001F10A3">
        <w:rPr>
          <w:rFonts w:ascii="Times New Roman" w:hAnsi="Times New Roman" w:cs="Times New Roman"/>
          <w:sz w:val="24"/>
          <w:szCs w:val="24"/>
          <w:lang w:val="en-GB"/>
        </w:rPr>
        <w:t xml:space="preserve"> Başbakanlık Yatırım ve Destek Ajansı</w:t>
      </w:r>
    </w:p>
    <w:p w:rsidR="009944AD" w:rsidRPr="001F10A3" w:rsidRDefault="009944AD" w:rsidP="004C721B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944AD" w:rsidRPr="001F10A3" w:rsidRDefault="009944AD" w:rsidP="004C721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12:3</w:t>
      </w: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>0 – 1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5:0</w:t>
      </w:r>
      <w:r w:rsidRPr="001F10A3">
        <w:rPr>
          <w:rFonts w:ascii="Times New Roman" w:hAnsi="Times New Roman" w:cs="Times New Roman"/>
          <w:b/>
          <w:bCs/>
          <w:sz w:val="24"/>
          <w:szCs w:val="24"/>
          <w:lang w:val="en-GB"/>
        </w:rPr>
        <w:t>0 Firma Görüşmeleri ve Açık Büfe Öğle Yemeği</w:t>
      </w:r>
    </w:p>
    <w:p w:rsidR="009944AD" w:rsidRPr="001F10A3" w:rsidRDefault="009944AD" w:rsidP="004C721B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944AD" w:rsidRPr="00B665AA" w:rsidRDefault="009944AD"/>
    <w:sectPr w:rsidR="009944AD" w:rsidRPr="00B665AA" w:rsidSect="00E22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D5C60"/>
    <w:multiLevelType w:val="hybridMultilevel"/>
    <w:tmpl w:val="4F88A67A"/>
    <w:lvl w:ilvl="0" w:tplc="5C06C8F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DF535C"/>
    <w:multiLevelType w:val="hybridMultilevel"/>
    <w:tmpl w:val="61D48A5A"/>
    <w:lvl w:ilvl="0" w:tplc="3BDCD3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EE5A6F"/>
    <w:multiLevelType w:val="multilevel"/>
    <w:tmpl w:val="29F02A5C"/>
    <w:lvl w:ilvl="0">
      <w:start w:val="10"/>
      <w:numFmt w:val="decimal"/>
      <w:lvlText w:val="%1"/>
      <w:lvlJc w:val="left"/>
      <w:pPr>
        <w:ind w:left="540" w:hanging="540"/>
      </w:pPr>
    </w:lvl>
    <w:lvl w:ilvl="1">
      <w:start w:val="30"/>
      <w:numFmt w:val="decimal"/>
      <w:lvlText w:val="%1.%2"/>
      <w:lvlJc w:val="left"/>
      <w:pPr>
        <w:ind w:left="540" w:hanging="54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674A48E5"/>
    <w:multiLevelType w:val="hybridMultilevel"/>
    <w:tmpl w:val="C0CA89E2"/>
    <w:lvl w:ilvl="0" w:tplc="3BDCD36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F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">
    <w:nsid w:val="77415749"/>
    <w:multiLevelType w:val="hybridMultilevel"/>
    <w:tmpl w:val="A476EA58"/>
    <w:lvl w:ilvl="0" w:tplc="3BDCD36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  <w:lvlOverride w:ilvl="0">
      <w:startOverride w:val="10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628"/>
    <w:rsid w:val="00016B8E"/>
    <w:rsid w:val="00065A0A"/>
    <w:rsid w:val="001A2A41"/>
    <w:rsid w:val="001F10A3"/>
    <w:rsid w:val="0023465C"/>
    <w:rsid w:val="00264A15"/>
    <w:rsid w:val="003C6571"/>
    <w:rsid w:val="00412CFA"/>
    <w:rsid w:val="00416C2E"/>
    <w:rsid w:val="004545F4"/>
    <w:rsid w:val="004C721B"/>
    <w:rsid w:val="004E65E9"/>
    <w:rsid w:val="004F7AF3"/>
    <w:rsid w:val="005077D9"/>
    <w:rsid w:val="00730628"/>
    <w:rsid w:val="007310A3"/>
    <w:rsid w:val="007311FF"/>
    <w:rsid w:val="00764FA0"/>
    <w:rsid w:val="00800D47"/>
    <w:rsid w:val="00841DEB"/>
    <w:rsid w:val="00843ED8"/>
    <w:rsid w:val="0087705B"/>
    <w:rsid w:val="008A43EF"/>
    <w:rsid w:val="008F10AE"/>
    <w:rsid w:val="009944AD"/>
    <w:rsid w:val="009C387E"/>
    <w:rsid w:val="00B665AA"/>
    <w:rsid w:val="00BA0CF8"/>
    <w:rsid w:val="00C35FD7"/>
    <w:rsid w:val="00C65759"/>
    <w:rsid w:val="00C97292"/>
    <w:rsid w:val="00D04BEB"/>
    <w:rsid w:val="00DC092F"/>
    <w:rsid w:val="00E22B65"/>
    <w:rsid w:val="00E304CE"/>
    <w:rsid w:val="00F1302D"/>
    <w:rsid w:val="00F446A7"/>
    <w:rsid w:val="00FA686B"/>
    <w:rsid w:val="00FB3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A41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1A2A41"/>
    <w:rPr>
      <w:b/>
      <w:bCs/>
    </w:rPr>
  </w:style>
  <w:style w:type="paragraph" w:styleId="ListParagraph">
    <w:name w:val="List Paragraph"/>
    <w:basedOn w:val="Normal"/>
    <w:uiPriority w:val="99"/>
    <w:qFormat/>
    <w:rsid w:val="001A2A41"/>
    <w:pPr>
      <w:ind w:left="720"/>
    </w:pPr>
  </w:style>
  <w:style w:type="character" w:customStyle="1" w:styleId="st1">
    <w:name w:val="st1"/>
    <w:basedOn w:val="DefaultParagraphFont"/>
    <w:uiPriority w:val="99"/>
    <w:rsid w:val="001A2A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35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174</Words>
  <Characters>994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TÜRKİYE – LİTVANYA İŞ FORUMU</dc:title>
  <dc:subject/>
  <dc:creator>Aycan Damali</dc:creator>
  <cp:keywords/>
  <dc:description/>
  <cp:lastModifiedBy>fundaa</cp:lastModifiedBy>
  <cp:revision>2</cp:revision>
  <cp:lastPrinted>2014-11-28T09:06:00Z</cp:lastPrinted>
  <dcterms:created xsi:type="dcterms:W3CDTF">2014-11-28T09:06:00Z</dcterms:created>
  <dcterms:modified xsi:type="dcterms:W3CDTF">2014-11-28T09:06:00Z</dcterms:modified>
</cp:coreProperties>
</file>